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A0D4A" w14:textId="77777777" w:rsidR="00C32274" w:rsidRPr="00ED77EC" w:rsidRDefault="00C32274" w:rsidP="00C32274">
      <w:pPr>
        <w:jc w:val="right"/>
        <w:rPr>
          <w:szCs w:val="28"/>
        </w:rPr>
      </w:pPr>
      <w:r w:rsidRPr="00ED77EC">
        <w:rPr>
          <w:szCs w:val="28"/>
        </w:rPr>
        <w:t xml:space="preserve">Приложение </w:t>
      </w:r>
      <w:r>
        <w:rPr>
          <w:szCs w:val="28"/>
        </w:rPr>
        <w:t>1</w:t>
      </w:r>
      <w:r w:rsidRPr="00ED77EC">
        <w:rPr>
          <w:szCs w:val="28"/>
        </w:rPr>
        <w:t xml:space="preserve"> </w:t>
      </w:r>
    </w:p>
    <w:p w14:paraId="45CCCAFD" w14:textId="2ED847D2" w:rsidR="00C32274" w:rsidRPr="00ED77EC" w:rsidRDefault="00C32274" w:rsidP="00C32274">
      <w:pPr>
        <w:jc w:val="right"/>
        <w:rPr>
          <w:b/>
          <w:szCs w:val="24"/>
        </w:rPr>
      </w:pPr>
      <w:r w:rsidRPr="00ED77EC">
        <w:rPr>
          <w:szCs w:val="24"/>
        </w:rPr>
        <w:t xml:space="preserve">к Техническому заданию </w:t>
      </w:r>
      <w:r w:rsidR="00620A04">
        <w:rPr>
          <w:szCs w:val="24"/>
        </w:rPr>
        <w:t>№1</w:t>
      </w:r>
    </w:p>
    <w:p w14:paraId="5C943688" w14:textId="6F0E9384" w:rsidR="00C32274" w:rsidRDefault="00C32274" w:rsidP="00C32274">
      <w:pPr>
        <w:jc w:val="center"/>
        <w:rPr>
          <w:szCs w:val="24"/>
        </w:rPr>
      </w:pPr>
    </w:p>
    <w:p w14:paraId="1D3E250B" w14:textId="4DFE51C8" w:rsidR="00620A04" w:rsidRDefault="00620A04" w:rsidP="00C32274">
      <w:pPr>
        <w:jc w:val="center"/>
        <w:rPr>
          <w:szCs w:val="24"/>
        </w:rPr>
      </w:pPr>
    </w:p>
    <w:p w14:paraId="3094329C" w14:textId="77777777" w:rsidR="002D5166" w:rsidRDefault="002D5166" w:rsidP="00C32274">
      <w:pPr>
        <w:jc w:val="center"/>
        <w:rPr>
          <w:szCs w:val="24"/>
        </w:rPr>
      </w:pPr>
    </w:p>
    <w:p w14:paraId="042E440B" w14:textId="77777777" w:rsidR="00620A04" w:rsidRDefault="00620A04" w:rsidP="00C32274">
      <w:pPr>
        <w:jc w:val="center"/>
        <w:rPr>
          <w:szCs w:val="24"/>
        </w:rPr>
      </w:pPr>
    </w:p>
    <w:p w14:paraId="4DE19822" w14:textId="776BBE76" w:rsidR="00C32274" w:rsidRPr="00814E6F" w:rsidRDefault="00620A04" w:rsidP="00C32274">
      <w:pPr>
        <w:tabs>
          <w:tab w:val="left" w:pos="5954"/>
        </w:tabs>
        <w:spacing w:after="120"/>
        <w:jc w:val="center"/>
        <w:rPr>
          <w:color w:val="FFFFFF"/>
        </w:rPr>
      </w:pPr>
      <w:r w:rsidRPr="00620A04">
        <w:rPr>
          <w:szCs w:val="24"/>
        </w:rPr>
        <w:t xml:space="preserve">Перечень трубопроводов УТС ТЭЦ-9 на выполнение </w:t>
      </w:r>
      <w:r w:rsidR="00064E53">
        <w:rPr>
          <w:szCs w:val="24"/>
        </w:rPr>
        <w:t xml:space="preserve">технического диагностирования и </w:t>
      </w:r>
      <w:r w:rsidRPr="00620A04">
        <w:rPr>
          <w:szCs w:val="24"/>
        </w:rPr>
        <w:t>экспертизы промышленной безопасности</w:t>
      </w:r>
      <w:r w:rsidR="00C32274" w:rsidRPr="00814E6F">
        <w:rPr>
          <w:b/>
          <w:color w:val="FFFFFF"/>
        </w:rPr>
        <w:t>.</w:t>
      </w:r>
    </w:p>
    <w:tbl>
      <w:tblPr>
        <w:tblW w:w="1445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6496"/>
        <w:gridCol w:w="2268"/>
        <w:gridCol w:w="1701"/>
        <w:gridCol w:w="1560"/>
        <w:gridCol w:w="1842"/>
      </w:tblGrid>
      <w:tr w:rsidR="00413883" w:rsidRPr="000E078B" w14:paraId="17FD36D5" w14:textId="77777777" w:rsidTr="00413883">
        <w:tc>
          <w:tcPr>
            <w:tcW w:w="591" w:type="dxa"/>
          </w:tcPr>
          <w:p w14:paraId="629625C5" w14:textId="77777777" w:rsidR="00413883" w:rsidRPr="000E078B" w:rsidRDefault="00413883" w:rsidP="00287F08">
            <w:pPr>
              <w:rPr>
                <w:sz w:val="22"/>
                <w:szCs w:val="22"/>
                <w:lang w:val="en-US"/>
              </w:rPr>
            </w:pPr>
            <w:r w:rsidRPr="000E078B">
              <w:rPr>
                <w:sz w:val="22"/>
                <w:szCs w:val="22"/>
              </w:rPr>
              <w:t>№</w:t>
            </w:r>
          </w:p>
          <w:p w14:paraId="3533D31B" w14:textId="77777777" w:rsidR="00413883" w:rsidRPr="000E078B" w:rsidRDefault="00413883" w:rsidP="00287F08">
            <w:pPr>
              <w:rPr>
                <w:sz w:val="22"/>
                <w:szCs w:val="22"/>
                <w:lang w:val="en-US"/>
              </w:rPr>
            </w:pPr>
            <w:r w:rsidRPr="000E078B">
              <w:rPr>
                <w:sz w:val="22"/>
                <w:szCs w:val="22"/>
                <w:lang w:val="en-US"/>
              </w:rPr>
              <w:t>n/n</w:t>
            </w:r>
          </w:p>
        </w:tc>
        <w:tc>
          <w:tcPr>
            <w:tcW w:w="6496" w:type="dxa"/>
            <w:vAlign w:val="center"/>
          </w:tcPr>
          <w:p w14:paraId="203672CD" w14:textId="77777777" w:rsidR="00413883" w:rsidRPr="000E078B" w:rsidRDefault="00413883" w:rsidP="00287F08">
            <w:pPr>
              <w:jc w:val="center"/>
              <w:rPr>
                <w:sz w:val="22"/>
                <w:szCs w:val="22"/>
              </w:rPr>
            </w:pPr>
            <w:r w:rsidRPr="000E078B">
              <w:rPr>
                <w:sz w:val="22"/>
                <w:szCs w:val="22"/>
              </w:rPr>
              <w:t>Наименование трубопровода</w:t>
            </w:r>
          </w:p>
        </w:tc>
        <w:tc>
          <w:tcPr>
            <w:tcW w:w="2268" w:type="dxa"/>
            <w:vAlign w:val="center"/>
          </w:tcPr>
          <w:p w14:paraId="7774D4EE" w14:textId="77777777" w:rsidR="00413883" w:rsidRPr="000E078B" w:rsidRDefault="00413883" w:rsidP="00287F08">
            <w:pPr>
              <w:jc w:val="center"/>
              <w:rPr>
                <w:sz w:val="22"/>
                <w:szCs w:val="22"/>
              </w:rPr>
            </w:pPr>
            <w:r w:rsidRPr="000E078B">
              <w:rPr>
                <w:sz w:val="22"/>
                <w:szCs w:val="22"/>
              </w:rPr>
              <w:t>Диаметр/длина</w:t>
            </w:r>
          </w:p>
          <w:p w14:paraId="581994E3" w14:textId="77777777" w:rsidR="00413883" w:rsidRPr="000E078B" w:rsidRDefault="00413883" w:rsidP="00287F08">
            <w:pPr>
              <w:jc w:val="center"/>
              <w:rPr>
                <w:sz w:val="22"/>
                <w:szCs w:val="22"/>
              </w:rPr>
            </w:pPr>
            <w:r w:rsidRPr="000E078B">
              <w:rPr>
                <w:sz w:val="22"/>
                <w:szCs w:val="22"/>
              </w:rPr>
              <w:t>м. канала</w:t>
            </w:r>
          </w:p>
        </w:tc>
        <w:tc>
          <w:tcPr>
            <w:tcW w:w="1701" w:type="dxa"/>
            <w:vAlign w:val="center"/>
          </w:tcPr>
          <w:p w14:paraId="6871ADFE" w14:textId="77777777" w:rsidR="00413883" w:rsidRPr="000E078B" w:rsidRDefault="00413883" w:rsidP="00287F08">
            <w:pPr>
              <w:jc w:val="center"/>
              <w:rPr>
                <w:sz w:val="22"/>
                <w:szCs w:val="22"/>
              </w:rPr>
            </w:pPr>
            <w:r w:rsidRPr="000E078B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ввода в эксплуатацию</w:t>
            </w:r>
          </w:p>
        </w:tc>
        <w:tc>
          <w:tcPr>
            <w:tcW w:w="1560" w:type="dxa"/>
            <w:vAlign w:val="center"/>
          </w:tcPr>
          <w:p w14:paraId="6C2CC7D5" w14:textId="77777777" w:rsidR="00413883" w:rsidRPr="000E078B" w:rsidRDefault="00413883" w:rsidP="00287F08">
            <w:pPr>
              <w:jc w:val="center"/>
              <w:rPr>
                <w:sz w:val="22"/>
                <w:szCs w:val="22"/>
              </w:rPr>
            </w:pPr>
            <w:r w:rsidRPr="000E078B">
              <w:rPr>
                <w:sz w:val="22"/>
                <w:szCs w:val="22"/>
              </w:rPr>
              <w:t>Срок экс</w:t>
            </w:r>
            <w:r>
              <w:rPr>
                <w:sz w:val="22"/>
                <w:szCs w:val="22"/>
              </w:rPr>
              <w:t xml:space="preserve">плуатации </w:t>
            </w:r>
            <w:r w:rsidRPr="000E078B">
              <w:rPr>
                <w:sz w:val="22"/>
                <w:szCs w:val="22"/>
              </w:rPr>
              <w:t>лет</w:t>
            </w:r>
          </w:p>
        </w:tc>
        <w:tc>
          <w:tcPr>
            <w:tcW w:w="1842" w:type="dxa"/>
            <w:vAlign w:val="center"/>
          </w:tcPr>
          <w:p w14:paraId="0CFB1910" w14:textId="77777777" w:rsidR="00413883" w:rsidRPr="000E078B" w:rsidRDefault="00413883" w:rsidP="00287F08">
            <w:pPr>
              <w:jc w:val="center"/>
              <w:rPr>
                <w:sz w:val="22"/>
                <w:szCs w:val="22"/>
              </w:rPr>
            </w:pPr>
            <w:r w:rsidRPr="000E078B">
              <w:rPr>
                <w:sz w:val="22"/>
                <w:szCs w:val="22"/>
              </w:rPr>
              <w:t>Установленный срок службы лет</w:t>
            </w:r>
          </w:p>
        </w:tc>
      </w:tr>
      <w:tr w:rsidR="00413883" w:rsidRPr="000E078B" w14:paraId="0A6E85CA" w14:textId="77777777" w:rsidTr="00413883">
        <w:tc>
          <w:tcPr>
            <w:tcW w:w="591" w:type="dxa"/>
          </w:tcPr>
          <w:p w14:paraId="682D4FCF" w14:textId="77777777" w:rsidR="00413883" w:rsidRPr="000E078B" w:rsidRDefault="00413883" w:rsidP="00287F08">
            <w:pPr>
              <w:jc w:val="center"/>
              <w:rPr>
                <w:sz w:val="20"/>
              </w:rPr>
            </w:pPr>
            <w:r w:rsidRPr="000E078B">
              <w:rPr>
                <w:sz w:val="20"/>
              </w:rPr>
              <w:t>1</w:t>
            </w:r>
          </w:p>
        </w:tc>
        <w:tc>
          <w:tcPr>
            <w:tcW w:w="6496" w:type="dxa"/>
            <w:vAlign w:val="center"/>
          </w:tcPr>
          <w:p w14:paraId="2D5BAE83" w14:textId="77777777" w:rsidR="00413883" w:rsidRPr="000E078B" w:rsidRDefault="00413883" w:rsidP="00287F08">
            <w:pPr>
              <w:jc w:val="center"/>
              <w:rPr>
                <w:sz w:val="20"/>
              </w:rPr>
            </w:pPr>
            <w:r w:rsidRPr="000E078B">
              <w:rPr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586C72D" w14:textId="77777777" w:rsidR="00413883" w:rsidRPr="000E078B" w:rsidRDefault="00413883" w:rsidP="00287F08">
            <w:pPr>
              <w:jc w:val="center"/>
              <w:rPr>
                <w:sz w:val="20"/>
              </w:rPr>
            </w:pPr>
            <w:r w:rsidRPr="000E078B"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7E93F2D8" w14:textId="77777777" w:rsidR="00413883" w:rsidRPr="000E078B" w:rsidRDefault="00413883" w:rsidP="00287F08">
            <w:pPr>
              <w:jc w:val="center"/>
              <w:rPr>
                <w:sz w:val="20"/>
              </w:rPr>
            </w:pPr>
            <w:r w:rsidRPr="000E078B">
              <w:rPr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0CD83F15" w14:textId="77777777" w:rsidR="00413883" w:rsidRPr="000E078B" w:rsidRDefault="00413883" w:rsidP="00287F08">
            <w:pPr>
              <w:jc w:val="center"/>
              <w:rPr>
                <w:sz w:val="20"/>
              </w:rPr>
            </w:pPr>
            <w:r w:rsidRPr="000E078B">
              <w:rPr>
                <w:sz w:val="20"/>
              </w:rPr>
              <w:t>7</w:t>
            </w:r>
          </w:p>
        </w:tc>
        <w:tc>
          <w:tcPr>
            <w:tcW w:w="1842" w:type="dxa"/>
            <w:vAlign w:val="center"/>
          </w:tcPr>
          <w:p w14:paraId="5EF8D0C9" w14:textId="77777777" w:rsidR="00413883" w:rsidRPr="000E078B" w:rsidRDefault="00413883" w:rsidP="00287F08">
            <w:pPr>
              <w:jc w:val="center"/>
              <w:rPr>
                <w:sz w:val="20"/>
              </w:rPr>
            </w:pPr>
            <w:r w:rsidRPr="000E078B">
              <w:rPr>
                <w:sz w:val="20"/>
              </w:rPr>
              <w:t>8</w:t>
            </w:r>
          </w:p>
        </w:tc>
      </w:tr>
      <w:tr w:rsidR="00413883" w:rsidRPr="000E078B" w14:paraId="568DAE84" w14:textId="77777777" w:rsidTr="0045195E">
        <w:trPr>
          <w:trHeight w:hRule="exact" w:val="910"/>
        </w:trPr>
        <w:tc>
          <w:tcPr>
            <w:tcW w:w="591" w:type="dxa"/>
            <w:vAlign w:val="center"/>
          </w:tcPr>
          <w:p w14:paraId="06E40531" w14:textId="74070F7F" w:rsidR="00413883" w:rsidRPr="00D06455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496" w:type="dxa"/>
            <w:vAlign w:val="center"/>
          </w:tcPr>
          <w:p w14:paraId="74A7E03F" w14:textId="77B70FD4" w:rsidR="00413883" w:rsidRPr="00620A04" w:rsidRDefault="00413883" w:rsidP="00620A04">
            <w:pPr>
              <w:rPr>
                <w:szCs w:val="24"/>
              </w:rPr>
            </w:pPr>
            <w:r w:rsidRPr="00083B16">
              <w:t>Трубопровод тепловой сети по ул. Красная</w:t>
            </w:r>
          </w:p>
        </w:tc>
        <w:tc>
          <w:tcPr>
            <w:tcW w:w="2268" w:type="dxa"/>
            <w:vAlign w:val="center"/>
          </w:tcPr>
          <w:p w14:paraId="7BBDA977" w14:textId="66AEF3CA" w:rsidR="00413883" w:rsidRPr="00E62A6F" w:rsidRDefault="00413883" w:rsidP="004C672F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ø426/</w:t>
            </w:r>
            <w:r w:rsidR="0045195E" w:rsidRPr="00E62A6F">
              <w:rPr>
                <w:szCs w:val="24"/>
              </w:rPr>
              <w:t>692</w:t>
            </w:r>
          </w:p>
          <w:p w14:paraId="6BCDD7E6" w14:textId="203DD6AE" w:rsidR="00413883" w:rsidRPr="00E62A6F" w:rsidRDefault="00413883" w:rsidP="0045195E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ø219/</w:t>
            </w:r>
            <w:r w:rsidR="0045195E" w:rsidRPr="00E62A6F">
              <w:rPr>
                <w:szCs w:val="24"/>
              </w:rPr>
              <w:t>233</w:t>
            </w:r>
          </w:p>
        </w:tc>
        <w:tc>
          <w:tcPr>
            <w:tcW w:w="1701" w:type="dxa"/>
            <w:vAlign w:val="center"/>
          </w:tcPr>
          <w:p w14:paraId="52E07B9A" w14:textId="4038A043" w:rsidR="00413883" w:rsidRPr="00737C22" w:rsidRDefault="00737C22" w:rsidP="00620A04">
            <w:pPr>
              <w:jc w:val="center"/>
              <w:rPr>
                <w:szCs w:val="24"/>
              </w:rPr>
            </w:pPr>
            <w:r w:rsidRPr="00737C22">
              <w:rPr>
                <w:szCs w:val="24"/>
              </w:rPr>
              <w:t>1961</w:t>
            </w:r>
          </w:p>
        </w:tc>
        <w:tc>
          <w:tcPr>
            <w:tcW w:w="1560" w:type="dxa"/>
            <w:vAlign w:val="center"/>
          </w:tcPr>
          <w:p w14:paraId="08F2B643" w14:textId="37F10AD5" w:rsidR="00413883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14:paraId="6246F0B8" w14:textId="6CDD55BB" w:rsidR="00413883" w:rsidRPr="00620A04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413883" w:rsidRPr="000E078B" w14:paraId="08963E72" w14:textId="77777777" w:rsidTr="00413883">
        <w:trPr>
          <w:trHeight w:hRule="exact" w:val="1126"/>
        </w:trPr>
        <w:tc>
          <w:tcPr>
            <w:tcW w:w="591" w:type="dxa"/>
            <w:vAlign w:val="center"/>
          </w:tcPr>
          <w:p w14:paraId="2F719F89" w14:textId="4535564D" w:rsidR="00413883" w:rsidRPr="00D06455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496" w:type="dxa"/>
            <w:vAlign w:val="center"/>
          </w:tcPr>
          <w:p w14:paraId="35021686" w14:textId="5C5B8445" w:rsidR="00413883" w:rsidRPr="00620A04" w:rsidRDefault="00413883" w:rsidP="00620A04">
            <w:pPr>
              <w:rPr>
                <w:szCs w:val="24"/>
              </w:rPr>
            </w:pPr>
            <w:r w:rsidRPr="00083B16">
              <w:t>Трубопровод тепловой сети по ул. Энгельса</w:t>
            </w:r>
          </w:p>
        </w:tc>
        <w:tc>
          <w:tcPr>
            <w:tcW w:w="2268" w:type="dxa"/>
            <w:vAlign w:val="center"/>
          </w:tcPr>
          <w:p w14:paraId="78B4E1B0" w14:textId="71D42D8C" w:rsidR="00413883" w:rsidRPr="00E62A6F" w:rsidRDefault="00413883" w:rsidP="007504E1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ø325/</w:t>
            </w:r>
            <w:r w:rsidR="0045195E" w:rsidRPr="00E62A6F">
              <w:rPr>
                <w:szCs w:val="24"/>
              </w:rPr>
              <w:t>141</w:t>
            </w:r>
          </w:p>
          <w:p w14:paraId="24BE23C1" w14:textId="77777777" w:rsidR="00413883" w:rsidRPr="00E62A6F" w:rsidRDefault="00413883" w:rsidP="007504E1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ø273/</w:t>
            </w:r>
            <w:r w:rsidR="0045195E" w:rsidRPr="00E62A6F">
              <w:rPr>
                <w:szCs w:val="24"/>
              </w:rPr>
              <w:t>189</w:t>
            </w:r>
          </w:p>
          <w:p w14:paraId="73B4B4C0" w14:textId="77777777" w:rsidR="0045195E" w:rsidRPr="00E62A6F" w:rsidRDefault="0045195E" w:rsidP="007504E1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ø219/</w:t>
            </w:r>
            <w:r w:rsidRPr="00E62A6F">
              <w:rPr>
                <w:szCs w:val="24"/>
              </w:rPr>
              <w:t>103</w:t>
            </w:r>
          </w:p>
          <w:p w14:paraId="6A38B3E9" w14:textId="696DDCA0" w:rsidR="0045195E" w:rsidRPr="00E62A6F" w:rsidRDefault="0045195E" w:rsidP="007504E1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</w:t>
            </w:r>
            <w:r w:rsidRPr="00E62A6F">
              <w:rPr>
                <w:szCs w:val="24"/>
              </w:rPr>
              <w:t>159</w:t>
            </w:r>
            <w:r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299</w:t>
            </w:r>
          </w:p>
        </w:tc>
        <w:tc>
          <w:tcPr>
            <w:tcW w:w="1701" w:type="dxa"/>
            <w:vAlign w:val="center"/>
          </w:tcPr>
          <w:p w14:paraId="1C5AEC88" w14:textId="70EA8BDD" w:rsidR="00413883" w:rsidRPr="00737C22" w:rsidRDefault="00737C22" w:rsidP="00620A04">
            <w:pPr>
              <w:jc w:val="center"/>
              <w:rPr>
                <w:szCs w:val="24"/>
              </w:rPr>
            </w:pPr>
            <w:r w:rsidRPr="00737C22">
              <w:rPr>
                <w:szCs w:val="24"/>
              </w:rPr>
              <w:t>1962</w:t>
            </w:r>
          </w:p>
        </w:tc>
        <w:tc>
          <w:tcPr>
            <w:tcW w:w="1560" w:type="dxa"/>
            <w:vAlign w:val="center"/>
          </w:tcPr>
          <w:p w14:paraId="6730CCAF" w14:textId="53730AA9" w:rsidR="00413883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842" w:type="dxa"/>
            <w:vAlign w:val="center"/>
          </w:tcPr>
          <w:p w14:paraId="56294704" w14:textId="071772C7" w:rsidR="00413883" w:rsidRPr="00620A04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413883" w:rsidRPr="000E078B" w14:paraId="4628B0E7" w14:textId="77777777" w:rsidTr="00413883">
        <w:trPr>
          <w:trHeight w:hRule="exact" w:val="1273"/>
        </w:trPr>
        <w:tc>
          <w:tcPr>
            <w:tcW w:w="591" w:type="dxa"/>
            <w:vAlign w:val="center"/>
          </w:tcPr>
          <w:p w14:paraId="3B4071EF" w14:textId="74BB5292" w:rsidR="00413883" w:rsidRPr="00D06455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6496" w:type="dxa"/>
            <w:vAlign w:val="center"/>
          </w:tcPr>
          <w:p w14:paraId="325FAF7F" w14:textId="142934AA" w:rsidR="00413883" w:rsidRPr="00620A04" w:rsidRDefault="00413883" w:rsidP="00620A04">
            <w:pPr>
              <w:rPr>
                <w:szCs w:val="24"/>
              </w:rPr>
            </w:pPr>
            <w:r w:rsidRPr="00083B16">
              <w:t>Трубопровод тепловой сети микрорайона Новый-4</w:t>
            </w:r>
          </w:p>
        </w:tc>
        <w:tc>
          <w:tcPr>
            <w:tcW w:w="2268" w:type="dxa"/>
            <w:vAlign w:val="center"/>
          </w:tcPr>
          <w:p w14:paraId="2EC965A1" w14:textId="09488897" w:rsidR="00413883" w:rsidRPr="00E62A6F" w:rsidRDefault="00413883" w:rsidP="00BD5A47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ø273/</w:t>
            </w:r>
            <w:r w:rsidR="00AF2D59" w:rsidRPr="00E62A6F">
              <w:rPr>
                <w:szCs w:val="24"/>
              </w:rPr>
              <w:t>825</w:t>
            </w:r>
          </w:p>
          <w:p w14:paraId="142D0C0B" w14:textId="4D502F4F" w:rsidR="00AF2D59" w:rsidRPr="00E62A6F" w:rsidRDefault="00AF2D59" w:rsidP="00AF2D59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</w:t>
            </w:r>
            <w:r w:rsidRPr="00E62A6F">
              <w:rPr>
                <w:szCs w:val="24"/>
              </w:rPr>
              <w:t>219</w:t>
            </w:r>
            <w:r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540</w:t>
            </w:r>
          </w:p>
          <w:p w14:paraId="1F33D060" w14:textId="2EFE3953" w:rsidR="00AF2D59" w:rsidRPr="00E62A6F" w:rsidRDefault="00AF2D59" w:rsidP="00AF2D59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</w:t>
            </w:r>
            <w:r w:rsidRPr="00E62A6F">
              <w:rPr>
                <w:szCs w:val="24"/>
              </w:rPr>
              <w:t>159</w:t>
            </w:r>
            <w:r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1684</w:t>
            </w:r>
          </w:p>
          <w:p w14:paraId="736F2D44" w14:textId="655DEADA" w:rsidR="00AF2D59" w:rsidRPr="00E62A6F" w:rsidRDefault="00AF2D59" w:rsidP="00AF2D59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</w:t>
            </w:r>
            <w:r w:rsidRPr="00E62A6F">
              <w:rPr>
                <w:szCs w:val="24"/>
              </w:rPr>
              <w:t>133</w:t>
            </w:r>
            <w:r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121</w:t>
            </w:r>
          </w:p>
        </w:tc>
        <w:tc>
          <w:tcPr>
            <w:tcW w:w="1701" w:type="dxa"/>
            <w:vAlign w:val="center"/>
          </w:tcPr>
          <w:p w14:paraId="0B287BD3" w14:textId="272D54D0" w:rsidR="00413883" w:rsidRPr="00620A04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AF2D59">
              <w:rPr>
                <w:szCs w:val="24"/>
              </w:rPr>
              <w:t>56</w:t>
            </w:r>
          </w:p>
        </w:tc>
        <w:tc>
          <w:tcPr>
            <w:tcW w:w="1560" w:type="dxa"/>
            <w:vAlign w:val="center"/>
          </w:tcPr>
          <w:p w14:paraId="2B22F358" w14:textId="01704217" w:rsidR="00413883" w:rsidRDefault="00AF2D59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842" w:type="dxa"/>
            <w:vAlign w:val="center"/>
          </w:tcPr>
          <w:p w14:paraId="76DE3874" w14:textId="5F073B02" w:rsidR="00413883" w:rsidRPr="00620A04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413883" w:rsidRPr="000E078B" w14:paraId="1ACD66C3" w14:textId="77777777" w:rsidTr="00413883">
        <w:trPr>
          <w:trHeight w:hRule="exact" w:val="847"/>
        </w:trPr>
        <w:tc>
          <w:tcPr>
            <w:tcW w:w="591" w:type="dxa"/>
            <w:vAlign w:val="center"/>
          </w:tcPr>
          <w:p w14:paraId="590D924D" w14:textId="1C031166" w:rsidR="00413883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496" w:type="dxa"/>
            <w:vAlign w:val="center"/>
          </w:tcPr>
          <w:p w14:paraId="78B28BB4" w14:textId="2BEE4A9A" w:rsidR="00413883" w:rsidRPr="004C672F" w:rsidRDefault="00413883" w:rsidP="00620A04">
            <w:pPr>
              <w:rPr>
                <w:szCs w:val="24"/>
              </w:rPr>
            </w:pPr>
            <w:r w:rsidRPr="00083B16">
              <w:t>Трубопровод тепловой сети микрорайона Новый-4 (Зона расширения)</w:t>
            </w:r>
          </w:p>
        </w:tc>
        <w:tc>
          <w:tcPr>
            <w:tcW w:w="2268" w:type="dxa"/>
            <w:vAlign w:val="center"/>
          </w:tcPr>
          <w:p w14:paraId="7EE97C7C" w14:textId="453BFBF6" w:rsidR="00AF2D59" w:rsidRPr="00E62A6F" w:rsidRDefault="00AF2D59" w:rsidP="00AF2D59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ø159/</w:t>
            </w:r>
            <w:r w:rsidRPr="00E62A6F">
              <w:rPr>
                <w:szCs w:val="24"/>
              </w:rPr>
              <w:t>673</w:t>
            </w:r>
          </w:p>
          <w:p w14:paraId="32EE5FA3" w14:textId="5799F476" w:rsidR="00413883" w:rsidRPr="00E62A6F" w:rsidRDefault="00AF2D59" w:rsidP="00AF2D59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ø133/</w:t>
            </w:r>
            <w:r w:rsidRPr="00E62A6F">
              <w:rPr>
                <w:szCs w:val="24"/>
              </w:rPr>
              <w:t>323</w:t>
            </w:r>
          </w:p>
        </w:tc>
        <w:tc>
          <w:tcPr>
            <w:tcW w:w="1701" w:type="dxa"/>
            <w:vAlign w:val="center"/>
          </w:tcPr>
          <w:p w14:paraId="7DD7C182" w14:textId="0A55389E" w:rsidR="00413883" w:rsidRPr="00620A04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AF2D59">
              <w:rPr>
                <w:szCs w:val="24"/>
              </w:rPr>
              <w:t>56</w:t>
            </w:r>
          </w:p>
        </w:tc>
        <w:tc>
          <w:tcPr>
            <w:tcW w:w="1560" w:type="dxa"/>
            <w:vAlign w:val="center"/>
          </w:tcPr>
          <w:p w14:paraId="59279B80" w14:textId="77310997" w:rsidR="00413883" w:rsidRDefault="00AF2D59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842" w:type="dxa"/>
            <w:vAlign w:val="center"/>
          </w:tcPr>
          <w:p w14:paraId="5F856054" w14:textId="0C65A6C3" w:rsidR="00413883" w:rsidRPr="00620A04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413883" w:rsidRPr="000E078B" w14:paraId="7073ACBC" w14:textId="77777777" w:rsidTr="00AF2D59">
        <w:trPr>
          <w:trHeight w:hRule="exact" w:val="1026"/>
        </w:trPr>
        <w:tc>
          <w:tcPr>
            <w:tcW w:w="591" w:type="dxa"/>
            <w:vAlign w:val="center"/>
          </w:tcPr>
          <w:p w14:paraId="01CCE990" w14:textId="2EB93741" w:rsidR="00413883" w:rsidRPr="00D06455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6496" w:type="dxa"/>
            <w:vAlign w:val="center"/>
          </w:tcPr>
          <w:p w14:paraId="2D28DC88" w14:textId="03DFECAB" w:rsidR="00413883" w:rsidRPr="00620A04" w:rsidRDefault="00413883" w:rsidP="00620A04">
            <w:pPr>
              <w:rPr>
                <w:szCs w:val="24"/>
              </w:rPr>
            </w:pPr>
            <w:r w:rsidRPr="00083B16">
              <w:rPr>
                <w:szCs w:val="24"/>
              </w:rPr>
              <w:t>Трубопровод тепловой сети п. Юго-Восточный</w:t>
            </w:r>
          </w:p>
        </w:tc>
        <w:tc>
          <w:tcPr>
            <w:tcW w:w="2268" w:type="dxa"/>
            <w:vAlign w:val="center"/>
          </w:tcPr>
          <w:p w14:paraId="4D136065" w14:textId="4B7F8C4C" w:rsidR="00413883" w:rsidRPr="00E62A6F" w:rsidRDefault="00413883" w:rsidP="00620A04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ø273/</w:t>
            </w:r>
            <w:r w:rsidR="00AF2D59" w:rsidRPr="00E62A6F">
              <w:rPr>
                <w:szCs w:val="24"/>
              </w:rPr>
              <w:t>236</w:t>
            </w:r>
          </w:p>
          <w:p w14:paraId="34D001F7" w14:textId="77777777" w:rsidR="00413883" w:rsidRPr="00E62A6F" w:rsidRDefault="00413883" w:rsidP="00620A04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ø219/</w:t>
            </w:r>
            <w:r w:rsidR="00AF2D59" w:rsidRPr="00E62A6F">
              <w:rPr>
                <w:szCs w:val="24"/>
              </w:rPr>
              <w:t>908</w:t>
            </w:r>
          </w:p>
          <w:p w14:paraId="24CDEE35" w14:textId="34A96518" w:rsidR="00AF2D59" w:rsidRPr="00E62A6F" w:rsidRDefault="00AF2D59" w:rsidP="00AF2D59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</w:t>
            </w:r>
            <w:r w:rsidRPr="00E62A6F">
              <w:rPr>
                <w:szCs w:val="24"/>
              </w:rPr>
              <w:t>159</w:t>
            </w:r>
            <w:r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616</w:t>
            </w:r>
          </w:p>
        </w:tc>
        <w:tc>
          <w:tcPr>
            <w:tcW w:w="1701" w:type="dxa"/>
            <w:vAlign w:val="center"/>
          </w:tcPr>
          <w:p w14:paraId="0B3827D8" w14:textId="589CFF90" w:rsidR="00413883" w:rsidRPr="00620A04" w:rsidRDefault="008B77CB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1954</w:t>
            </w:r>
          </w:p>
        </w:tc>
        <w:tc>
          <w:tcPr>
            <w:tcW w:w="1560" w:type="dxa"/>
            <w:vAlign w:val="center"/>
          </w:tcPr>
          <w:p w14:paraId="045D52FA" w14:textId="6F43A321" w:rsidR="00413883" w:rsidRPr="00620A04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842" w:type="dxa"/>
            <w:vAlign w:val="center"/>
          </w:tcPr>
          <w:p w14:paraId="0B44FB91" w14:textId="1DE01CE0" w:rsidR="00413883" w:rsidRPr="00620A04" w:rsidRDefault="00413883" w:rsidP="00620A04">
            <w:pPr>
              <w:jc w:val="center"/>
              <w:rPr>
                <w:szCs w:val="24"/>
              </w:rPr>
            </w:pPr>
            <w:r w:rsidRPr="00620A04">
              <w:rPr>
                <w:szCs w:val="24"/>
              </w:rPr>
              <w:t>25</w:t>
            </w:r>
          </w:p>
        </w:tc>
      </w:tr>
      <w:tr w:rsidR="00413883" w:rsidRPr="000E078B" w14:paraId="29B879A5" w14:textId="77777777" w:rsidTr="00413883">
        <w:trPr>
          <w:trHeight w:hRule="exact" w:val="588"/>
        </w:trPr>
        <w:tc>
          <w:tcPr>
            <w:tcW w:w="591" w:type="dxa"/>
            <w:vAlign w:val="center"/>
          </w:tcPr>
          <w:p w14:paraId="2DF5D14C" w14:textId="251F6FAE" w:rsidR="00413883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496" w:type="dxa"/>
            <w:vAlign w:val="center"/>
          </w:tcPr>
          <w:p w14:paraId="4A6B1911" w14:textId="0CD235E9" w:rsidR="00413883" w:rsidRPr="00620A04" w:rsidRDefault="00413883" w:rsidP="00620A04">
            <w:pPr>
              <w:rPr>
                <w:color w:val="000000"/>
                <w:szCs w:val="24"/>
              </w:rPr>
            </w:pPr>
            <w:r w:rsidRPr="00083B16">
              <w:rPr>
                <w:szCs w:val="24"/>
              </w:rPr>
              <w:t>Трубопровод тепловой сети от ТК-5 ул. Бульварная до ТК-316 в 222 квартале</w:t>
            </w:r>
          </w:p>
        </w:tc>
        <w:tc>
          <w:tcPr>
            <w:tcW w:w="2268" w:type="dxa"/>
            <w:vAlign w:val="center"/>
          </w:tcPr>
          <w:p w14:paraId="6613053A" w14:textId="6A3D0A7F" w:rsidR="00413883" w:rsidRPr="00E62A6F" w:rsidRDefault="00647E2D" w:rsidP="00620A04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ø426</w:t>
            </w:r>
            <w:r w:rsidR="00413883"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905</w:t>
            </w:r>
          </w:p>
          <w:p w14:paraId="5D4CD188" w14:textId="4680F441" w:rsidR="00647E2D" w:rsidRPr="00E62A6F" w:rsidRDefault="00647E2D" w:rsidP="00620A04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ø133/</w:t>
            </w:r>
            <w:r w:rsidRPr="00E62A6F">
              <w:rPr>
                <w:szCs w:val="24"/>
              </w:rPr>
              <w:t>306</w:t>
            </w:r>
          </w:p>
        </w:tc>
        <w:tc>
          <w:tcPr>
            <w:tcW w:w="1701" w:type="dxa"/>
            <w:vAlign w:val="center"/>
          </w:tcPr>
          <w:p w14:paraId="670F38CD" w14:textId="17405042" w:rsidR="00413883" w:rsidRPr="00620A04" w:rsidRDefault="008B77CB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1961</w:t>
            </w:r>
          </w:p>
        </w:tc>
        <w:tc>
          <w:tcPr>
            <w:tcW w:w="1560" w:type="dxa"/>
            <w:vAlign w:val="center"/>
          </w:tcPr>
          <w:p w14:paraId="4E030DFA" w14:textId="553D2404" w:rsidR="00413883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14:paraId="663C132C" w14:textId="4D30BAE9" w:rsidR="00413883" w:rsidRPr="00620A04" w:rsidRDefault="00413883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413883" w:rsidRPr="000E078B" w14:paraId="6559E6C4" w14:textId="77777777" w:rsidTr="00647E2D">
        <w:trPr>
          <w:trHeight w:hRule="exact" w:val="964"/>
        </w:trPr>
        <w:tc>
          <w:tcPr>
            <w:tcW w:w="591" w:type="dxa"/>
            <w:vAlign w:val="center"/>
          </w:tcPr>
          <w:p w14:paraId="4DEBC9C2" w14:textId="6C11A73D" w:rsidR="00413883" w:rsidRPr="00413883" w:rsidRDefault="00413883" w:rsidP="00620A04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7</w:t>
            </w:r>
          </w:p>
        </w:tc>
        <w:tc>
          <w:tcPr>
            <w:tcW w:w="6496" w:type="dxa"/>
            <w:vAlign w:val="center"/>
          </w:tcPr>
          <w:p w14:paraId="69A8071E" w14:textId="7A081788" w:rsidR="00413883" w:rsidRPr="00083B16" w:rsidRDefault="00413883" w:rsidP="00620A04">
            <w:pPr>
              <w:rPr>
                <w:szCs w:val="24"/>
              </w:rPr>
            </w:pPr>
            <w:r w:rsidRPr="00083B16">
              <w:rPr>
                <w:szCs w:val="24"/>
              </w:rPr>
              <w:t>Трубопровод тепловой сети от ТК-309 до УТ-3 по Ленинградскому проспекту</w:t>
            </w:r>
          </w:p>
        </w:tc>
        <w:tc>
          <w:tcPr>
            <w:tcW w:w="2268" w:type="dxa"/>
            <w:vAlign w:val="center"/>
          </w:tcPr>
          <w:p w14:paraId="29B747BA" w14:textId="72DA2D09" w:rsidR="00647E2D" w:rsidRPr="00E62A6F" w:rsidRDefault="00353DA4" w:rsidP="00647E2D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</w:t>
            </w:r>
            <w:r w:rsidR="00647E2D" w:rsidRPr="00E62A6F">
              <w:rPr>
                <w:szCs w:val="24"/>
              </w:rPr>
              <w:t>530</w:t>
            </w:r>
            <w:r w:rsidR="00647E2D"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559</w:t>
            </w:r>
          </w:p>
          <w:p w14:paraId="7747848E" w14:textId="62A5375C" w:rsidR="00647E2D" w:rsidRPr="00E62A6F" w:rsidRDefault="00353DA4" w:rsidP="00647E2D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ø478</w:t>
            </w:r>
            <w:r w:rsidR="00647E2D" w:rsidRPr="00E62A6F">
              <w:rPr>
                <w:szCs w:val="24"/>
              </w:rPr>
              <w:t>/</w:t>
            </w:r>
            <w:r w:rsidR="00942BB0" w:rsidRPr="00E62A6F">
              <w:rPr>
                <w:szCs w:val="24"/>
              </w:rPr>
              <w:t>1306</w:t>
            </w:r>
          </w:p>
          <w:p w14:paraId="6E25FC76" w14:textId="338FAC15" w:rsidR="00413883" w:rsidRPr="00E62A6F" w:rsidRDefault="00353DA4" w:rsidP="00647E2D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ø426</w:t>
            </w:r>
            <w:r w:rsidR="00647E2D"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871</w:t>
            </w:r>
          </w:p>
        </w:tc>
        <w:tc>
          <w:tcPr>
            <w:tcW w:w="1701" w:type="dxa"/>
            <w:vAlign w:val="center"/>
          </w:tcPr>
          <w:p w14:paraId="425330A8" w14:textId="5077A65D" w:rsidR="00413883" w:rsidRDefault="008B77CB" w:rsidP="00620A04">
            <w:pPr>
              <w:jc w:val="center"/>
              <w:rPr>
                <w:szCs w:val="24"/>
              </w:rPr>
            </w:pPr>
            <w:r w:rsidRPr="00737C22">
              <w:rPr>
                <w:szCs w:val="24"/>
              </w:rPr>
              <w:t>1961</w:t>
            </w:r>
          </w:p>
        </w:tc>
        <w:tc>
          <w:tcPr>
            <w:tcW w:w="1560" w:type="dxa"/>
            <w:vAlign w:val="center"/>
          </w:tcPr>
          <w:p w14:paraId="0C7E6531" w14:textId="5D6819F9" w:rsidR="00413883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14:paraId="67FCB934" w14:textId="42D0ACD0" w:rsidR="00413883" w:rsidRDefault="00737C22" w:rsidP="00620A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8B77CB" w:rsidRPr="000E078B" w14:paraId="43C5A8C7" w14:textId="77777777" w:rsidTr="00413883">
        <w:trPr>
          <w:trHeight w:hRule="exact" w:val="588"/>
        </w:trPr>
        <w:tc>
          <w:tcPr>
            <w:tcW w:w="591" w:type="dxa"/>
            <w:vAlign w:val="center"/>
          </w:tcPr>
          <w:p w14:paraId="4C0C7D49" w14:textId="7C49C671" w:rsidR="008B77CB" w:rsidRPr="00413883" w:rsidRDefault="008B77CB" w:rsidP="008B77C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8</w:t>
            </w:r>
          </w:p>
        </w:tc>
        <w:tc>
          <w:tcPr>
            <w:tcW w:w="6496" w:type="dxa"/>
            <w:vAlign w:val="center"/>
          </w:tcPr>
          <w:p w14:paraId="162F2A12" w14:textId="64B5FC0E" w:rsidR="008B77CB" w:rsidRPr="00083B16" w:rsidRDefault="008B77CB" w:rsidP="008B77CB">
            <w:pPr>
              <w:rPr>
                <w:szCs w:val="24"/>
              </w:rPr>
            </w:pPr>
            <w:r w:rsidRPr="00083B16">
              <w:rPr>
                <w:szCs w:val="24"/>
              </w:rPr>
              <w:t>Трубопровод тепловой сети от ТК-1' до ТК-6 по ул. Мичурина</w:t>
            </w:r>
          </w:p>
        </w:tc>
        <w:tc>
          <w:tcPr>
            <w:tcW w:w="2268" w:type="dxa"/>
            <w:vAlign w:val="center"/>
          </w:tcPr>
          <w:p w14:paraId="6F659D0D" w14:textId="2D7AF6AA" w:rsidR="00942BB0" w:rsidRPr="00E62A6F" w:rsidRDefault="00942BB0" w:rsidP="00942BB0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ø219/</w:t>
            </w:r>
            <w:r w:rsidRPr="00E62A6F">
              <w:rPr>
                <w:szCs w:val="24"/>
              </w:rPr>
              <w:t>311</w:t>
            </w:r>
          </w:p>
          <w:p w14:paraId="2A6DB222" w14:textId="15207928" w:rsidR="008B77CB" w:rsidRPr="00E62A6F" w:rsidRDefault="00942BB0" w:rsidP="00942BB0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ø159/</w:t>
            </w:r>
            <w:r w:rsidRPr="00E62A6F">
              <w:rPr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4D5781AA" w14:textId="6F32E2B7" w:rsidR="008B77CB" w:rsidRDefault="008B77CB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1970</w:t>
            </w:r>
          </w:p>
        </w:tc>
        <w:tc>
          <w:tcPr>
            <w:tcW w:w="1560" w:type="dxa"/>
            <w:vAlign w:val="center"/>
          </w:tcPr>
          <w:p w14:paraId="31164341" w14:textId="495BDA26" w:rsidR="008B77CB" w:rsidRDefault="00737C22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842" w:type="dxa"/>
            <w:vAlign w:val="center"/>
          </w:tcPr>
          <w:p w14:paraId="3E1EEF0D" w14:textId="5B0A2555" w:rsidR="008B77CB" w:rsidRDefault="00737C22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8B77CB" w:rsidRPr="000E078B" w14:paraId="5F181940" w14:textId="77777777" w:rsidTr="00413883">
        <w:trPr>
          <w:trHeight w:hRule="exact" w:val="588"/>
        </w:trPr>
        <w:tc>
          <w:tcPr>
            <w:tcW w:w="591" w:type="dxa"/>
            <w:vAlign w:val="center"/>
          </w:tcPr>
          <w:p w14:paraId="26741DAA" w14:textId="354EE3D9" w:rsidR="008B77CB" w:rsidRPr="00413883" w:rsidRDefault="008B77CB" w:rsidP="008B77C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6496" w:type="dxa"/>
            <w:vAlign w:val="center"/>
          </w:tcPr>
          <w:p w14:paraId="4FA2C585" w14:textId="7E31F7EC" w:rsidR="008B77CB" w:rsidRPr="00083B16" w:rsidRDefault="008B77CB" w:rsidP="008B77CB">
            <w:pPr>
              <w:rPr>
                <w:szCs w:val="24"/>
              </w:rPr>
            </w:pPr>
            <w:r w:rsidRPr="00083B16">
              <w:rPr>
                <w:szCs w:val="24"/>
              </w:rPr>
              <w:t>Трубопровод тепловой сети стадиона Ангара</w:t>
            </w:r>
          </w:p>
        </w:tc>
        <w:tc>
          <w:tcPr>
            <w:tcW w:w="2268" w:type="dxa"/>
            <w:vAlign w:val="center"/>
          </w:tcPr>
          <w:p w14:paraId="5A22805F" w14:textId="0F259699" w:rsidR="00942BB0" w:rsidRPr="00E62A6F" w:rsidRDefault="00942BB0" w:rsidP="00942BB0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ø219/</w:t>
            </w:r>
            <w:r w:rsidRPr="00E62A6F">
              <w:rPr>
                <w:szCs w:val="24"/>
              </w:rPr>
              <w:t>177</w:t>
            </w:r>
          </w:p>
          <w:p w14:paraId="32805316" w14:textId="04E3CE2E" w:rsidR="008B77CB" w:rsidRPr="00E62A6F" w:rsidRDefault="00942BB0" w:rsidP="00942BB0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ø1</w:t>
            </w:r>
            <w:r w:rsidRPr="00E62A6F">
              <w:rPr>
                <w:szCs w:val="24"/>
              </w:rPr>
              <w:t>33</w:t>
            </w:r>
            <w:r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939</w:t>
            </w:r>
          </w:p>
        </w:tc>
        <w:tc>
          <w:tcPr>
            <w:tcW w:w="1701" w:type="dxa"/>
            <w:vAlign w:val="center"/>
          </w:tcPr>
          <w:p w14:paraId="00004FAF" w14:textId="0E3071B5" w:rsidR="008B77CB" w:rsidRDefault="008B77CB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1964</w:t>
            </w:r>
          </w:p>
        </w:tc>
        <w:tc>
          <w:tcPr>
            <w:tcW w:w="1560" w:type="dxa"/>
            <w:vAlign w:val="center"/>
          </w:tcPr>
          <w:p w14:paraId="26FD9423" w14:textId="405AB733" w:rsidR="008B77CB" w:rsidRDefault="00737C22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842" w:type="dxa"/>
            <w:vAlign w:val="center"/>
          </w:tcPr>
          <w:p w14:paraId="6928D8F5" w14:textId="5305AF42" w:rsidR="008B77CB" w:rsidRDefault="00737C22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  <w:tr w:rsidR="008B77CB" w:rsidRPr="000E078B" w14:paraId="55894E23" w14:textId="77777777" w:rsidTr="00413883">
        <w:trPr>
          <w:trHeight w:hRule="exact" w:val="588"/>
        </w:trPr>
        <w:tc>
          <w:tcPr>
            <w:tcW w:w="591" w:type="dxa"/>
            <w:vAlign w:val="center"/>
          </w:tcPr>
          <w:p w14:paraId="6F9E097E" w14:textId="2ACF8829" w:rsidR="008B77CB" w:rsidRPr="00413883" w:rsidRDefault="008B77CB" w:rsidP="008B77C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</w:t>
            </w:r>
          </w:p>
        </w:tc>
        <w:tc>
          <w:tcPr>
            <w:tcW w:w="6496" w:type="dxa"/>
            <w:vAlign w:val="center"/>
          </w:tcPr>
          <w:p w14:paraId="1CDF26AE" w14:textId="20269F5A" w:rsidR="008B77CB" w:rsidRPr="00083B16" w:rsidRDefault="008B77CB" w:rsidP="008B77CB">
            <w:pPr>
              <w:rPr>
                <w:szCs w:val="24"/>
              </w:rPr>
            </w:pPr>
            <w:r w:rsidRPr="00083B16">
              <w:rPr>
                <w:szCs w:val="24"/>
              </w:rPr>
              <w:t>Трубопровод тепловой сети в пос. Байкальск по ул. Кольцевая от ТК-2 до ТК-4</w:t>
            </w:r>
          </w:p>
        </w:tc>
        <w:tc>
          <w:tcPr>
            <w:tcW w:w="2268" w:type="dxa"/>
            <w:vAlign w:val="center"/>
          </w:tcPr>
          <w:p w14:paraId="37DB9716" w14:textId="0F702F79" w:rsidR="008B77CB" w:rsidRPr="00E62A6F" w:rsidRDefault="00E62A6F" w:rsidP="00E62A6F">
            <w:pPr>
              <w:jc w:val="center"/>
              <w:rPr>
                <w:szCs w:val="24"/>
              </w:rPr>
            </w:pPr>
            <w:r w:rsidRPr="00E62A6F">
              <w:rPr>
                <w:szCs w:val="24"/>
              </w:rPr>
              <w:t>ø</w:t>
            </w:r>
            <w:r w:rsidRPr="00E62A6F">
              <w:rPr>
                <w:szCs w:val="24"/>
              </w:rPr>
              <w:t>219</w:t>
            </w:r>
            <w:r w:rsidRPr="00E62A6F">
              <w:rPr>
                <w:szCs w:val="24"/>
              </w:rPr>
              <w:t>/</w:t>
            </w:r>
            <w:r w:rsidRPr="00E62A6F">
              <w:rPr>
                <w:szCs w:val="24"/>
              </w:rPr>
              <w:t>229</w:t>
            </w:r>
          </w:p>
        </w:tc>
        <w:tc>
          <w:tcPr>
            <w:tcW w:w="1701" w:type="dxa"/>
            <w:vAlign w:val="center"/>
          </w:tcPr>
          <w:p w14:paraId="7E3FF178" w14:textId="7386DD88" w:rsidR="008B77CB" w:rsidRDefault="008B77CB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2002</w:t>
            </w:r>
          </w:p>
        </w:tc>
        <w:tc>
          <w:tcPr>
            <w:tcW w:w="1560" w:type="dxa"/>
            <w:vAlign w:val="center"/>
          </w:tcPr>
          <w:p w14:paraId="761F778F" w14:textId="065E93C5" w:rsidR="008B77CB" w:rsidRDefault="00737C22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842" w:type="dxa"/>
            <w:vAlign w:val="center"/>
          </w:tcPr>
          <w:p w14:paraId="303AA99A" w14:textId="43D8C299" w:rsidR="008B77CB" w:rsidRDefault="00737C22" w:rsidP="008B77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</w:tr>
    </w:tbl>
    <w:p w14:paraId="4B687E2F" w14:textId="77777777" w:rsidR="00C32274" w:rsidRDefault="00C32274" w:rsidP="00C32274">
      <w:pPr>
        <w:pStyle w:val="ad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2BD9F9A" w14:textId="77777777" w:rsidR="00C32274" w:rsidRDefault="00C32274" w:rsidP="00C32274">
      <w:pPr>
        <w:pStyle w:val="ad"/>
        <w:rPr>
          <w:sz w:val="24"/>
          <w:szCs w:val="24"/>
        </w:rPr>
      </w:pPr>
    </w:p>
    <w:p w14:paraId="3FA09835" w14:textId="77777777" w:rsidR="00C32274" w:rsidRDefault="00C32274" w:rsidP="00C32274">
      <w:pPr>
        <w:pStyle w:val="ad"/>
        <w:rPr>
          <w:sz w:val="24"/>
          <w:szCs w:val="24"/>
        </w:rPr>
      </w:pPr>
    </w:p>
    <w:p w14:paraId="0EFC0B1E" w14:textId="77777777" w:rsidR="00C32274" w:rsidRDefault="00C32274" w:rsidP="00C32274">
      <w:pPr>
        <w:pStyle w:val="ad"/>
        <w:rPr>
          <w:sz w:val="24"/>
          <w:szCs w:val="24"/>
        </w:rPr>
      </w:pPr>
    </w:p>
    <w:p w14:paraId="76432A8D" w14:textId="77777777" w:rsidR="00C32274" w:rsidRDefault="00C32274" w:rsidP="00C32274">
      <w:pPr>
        <w:pStyle w:val="ad"/>
        <w:jc w:val="center"/>
        <w:rPr>
          <w:sz w:val="24"/>
          <w:szCs w:val="24"/>
        </w:rPr>
      </w:pPr>
      <w:r>
        <w:rPr>
          <w:sz w:val="24"/>
          <w:szCs w:val="24"/>
        </w:rPr>
        <w:t>Инженер по ТН СОТ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С.И. Воробьёв</w:t>
      </w:r>
    </w:p>
    <w:p w14:paraId="09C46D52" w14:textId="77777777" w:rsidR="00C32274" w:rsidRDefault="00C32274" w:rsidP="00C32274">
      <w:pPr>
        <w:jc w:val="both"/>
        <w:rPr>
          <w:szCs w:val="24"/>
        </w:rPr>
      </w:pPr>
    </w:p>
    <w:p w14:paraId="3BCC100A" w14:textId="77777777" w:rsidR="003468E1" w:rsidRDefault="003468E1">
      <w:pPr>
        <w:jc w:val="both"/>
        <w:rPr>
          <w:szCs w:val="24"/>
        </w:rPr>
      </w:pPr>
    </w:p>
    <w:sectPr w:rsidR="003468E1" w:rsidSect="00D06455">
      <w:headerReference w:type="default" r:id="rId8"/>
      <w:pgSz w:w="16838" w:h="11906" w:orient="landscape"/>
      <w:pgMar w:top="567" w:right="719" w:bottom="850" w:left="539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3A06" w14:textId="77777777" w:rsidR="00F97AC5" w:rsidRDefault="00F97AC5" w:rsidP="000E4549">
      <w:r>
        <w:separator/>
      </w:r>
    </w:p>
  </w:endnote>
  <w:endnote w:type="continuationSeparator" w:id="0">
    <w:p w14:paraId="12DCC097" w14:textId="77777777" w:rsidR="00F97AC5" w:rsidRDefault="00F97AC5" w:rsidP="000E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59B5" w14:textId="77777777" w:rsidR="00F97AC5" w:rsidRDefault="00F97AC5" w:rsidP="000E4549">
      <w:r>
        <w:separator/>
      </w:r>
    </w:p>
  </w:footnote>
  <w:footnote w:type="continuationSeparator" w:id="0">
    <w:p w14:paraId="1754759E" w14:textId="77777777" w:rsidR="00F97AC5" w:rsidRDefault="00F97AC5" w:rsidP="000E4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4B91F" w14:textId="77777777" w:rsidR="000E4549" w:rsidRDefault="000E454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3687F">
      <w:rPr>
        <w:noProof/>
      </w:rPr>
      <w:t>2</w:t>
    </w:r>
    <w:r>
      <w:fldChar w:fldCharType="end"/>
    </w:r>
  </w:p>
  <w:p w14:paraId="7CFE880A" w14:textId="77777777" w:rsidR="000E4549" w:rsidRDefault="000E454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86D91"/>
    <w:multiLevelType w:val="multilevel"/>
    <w:tmpl w:val="210ACD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B3AFB"/>
    <w:multiLevelType w:val="multilevel"/>
    <w:tmpl w:val="40BE34C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19"/>
        </w:tabs>
        <w:ind w:left="921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2A712E5"/>
    <w:multiLevelType w:val="multilevel"/>
    <w:tmpl w:val="3D40407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141AB6"/>
    <w:multiLevelType w:val="hybridMultilevel"/>
    <w:tmpl w:val="BC12B8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FB61DDB"/>
    <w:multiLevelType w:val="hybridMultilevel"/>
    <w:tmpl w:val="D3CE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B179C"/>
    <w:multiLevelType w:val="hybridMultilevel"/>
    <w:tmpl w:val="E6026E62"/>
    <w:lvl w:ilvl="0" w:tplc="06100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E547E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052736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99C2FC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388D15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D281A8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92AE3E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F0E8FF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8AE013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4E96131F"/>
    <w:multiLevelType w:val="hybridMultilevel"/>
    <w:tmpl w:val="84728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F6D82"/>
    <w:multiLevelType w:val="hybridMultilevel"/>
    <w:tmpl w:val="560EDE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8EC1DB3"/>
    <w:multiLevelType w:val="hybridMultilevel"/>
    <w:tmpl w:val="605A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D11C0"/>
    <w:multiLevelType w:val="hybridMultilevel"/>
    <w:tmpl w:val="32240B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82C32"/>
    <w:multiLevelType w:val="multilevel"/>
    <w:tmpl w:val="40BE34C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19"/>
        </w:tabs>
        <w:ind w:left="921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78D557BC"/>
    <w:multiLevelType w:val="hybridMultilevel"/>
    <w:tmpl w:val="0B32E71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767"/>
    <w:rsid w:val="00010699"/>
    <w:rsid w:val="00011215"/>
    <w:rsid w:val="000112DC"/>
    <w:rsid w:val="000145B9"/>
    <w:rsid w:val="00014D6C"/>
    <w:rsid w:val="00017D57"/>
    <w:rsid w:val="000267BA"/>
    <w:rsid w:val="00030D1A"/>
    <w:rsid w:val="00036ED5"/>
    <w:rsid w:val="0004028C"/>
    <w:rsid w:val="00040EF2"/>
    <w:rsid w:val="00054493"/>
    <w:rsid w:val="00064E53"/>
    <w:rsid w:val="00067F32"/>
    <w:rsid w:val="000853FB"/>
    <w:rsid w:val="00096AC9"/>
    <w:rsid w:val="00097D5C"/>
    <w:rsid w:val="00097D7E"/>
    <w:rsid w:val="00097EDA"/>
    <w:rsid w:val="000A1A8F"/>
    <w:rsid w:val="000B37CB"/>
    <w:rsid w:val="000B5E83"/>
    <w:rsid w:val="000B6518"/>
    <w:rsid w:val="000C678E"/>
    <w:rsid w:val="000D377F"/>
    <w:rsid w:val="000D3EE9"/>
    <w:rsid w:val="000D7051"/>
    <w:rsid w:val="000E404E"/>
    <w:rsid w:val="000E4549"/>
    <w:rsid w:val="000E645E"/>
    <w:rsid w:val="000E6D45"/>
    <w:rsid w:val="000F1EC4"/>
    <w:rsid w:val="000F462C"/>
    <w:rsid w:val="000F5718"/>
    <w:rsid w:val="000F590C"/>
    <w:rsid w:val="000F5A67"/>
    <w:rsid w:val="000F7402"/>
    <w:rsid w:val="000F74B3"/>
    <w:rsid w:val="00100D44"/>
    <w:rsid w:val="0013081B"/>
    <w:rsid w:val="00137DA4"/>
    <w:rsid w:val="00144E9F"/>
    <w:rsid w:val="00151929"/>
    <w:rsid w:val="00153E2F"/>
    <w:rsid w:val="00171A76"/>
    <w:rsid w:val="00172B8C"/>
    <w:rsid w:val="001963FD"/>
    <w:rsid w:val="001A16EA"/>
    <w:rsid w:val="001A7C23"/>
    <w:rsid w:val="001B5778"/>
    <w:rsid w:val="001B5C3B"/>
    <w:rsid w:val="001C69AD"/>
    <w:rsid w:val="001D48D7"/>
    <w:rsid w:val="001E328D"/>
    <w:rsid w:val="001E6672"/>
    <w:rsid w:val="001F43ED"/>
    <w:rsid w:val="001F6FC2"/>
    <w:rsid w:val="001F74D8"/>
    <w:rsid w:val="00204157"/>
    <w:rsid w:val="00204BB3"/>
    <w:rsid w:val="00205BD4"/>
    <w:rsid w:val="002168CA"/>
    <w:rsid w:val="002248C1"/>
    <w:rsid w:val="00230BAD"/>
    <w:rsid w:val="00233733"/>
    <w:rsid w:val="002424F0"/>
    <w:rsid w:val="00244DFE"/>
    <w:rsid w:val="00246925"/>
    <w:rsid w:val="00255645"/>
    <w:rsid w:val="00262027"/>
    <w:rsid w:val="00274853"/>
    <w:rsid w:val="0027788A"/>
    <w:rsid w:val="00283057"/>
    <w:rsid w:val="002901DF"/>
    <w:rsid w:val="002C6E32"/>
    <w:rsid w:val="002C6FD1"/>
    <w:rsid w:val="002D5166"/>
    <w:rsid w:val="002D5E14"/>
    <w:rsid w:val="002D7928"/>
    <w:rsid w:val="002E0A89"/>
    <w:rsid w:val="002E4594"/>
    <w:rsid w:val="002F0B3F"/>
    <w:rsid w:val="00302730"/>
    <w:rsid w:val="00316421"/>
    <w:rsid w:val="00326BF7"/>
    <w:rsid w:val="00332C3E"/>
    <w:rsid w:val="0033687F"/>
    <w:rsid w:val="00342F88"/>
    <w:rsid w:val="003468E1"/>
    <w:rsid w:val="00353DA4"/>
    <w:rsid w:val="0035459D"/>
    <w:rsid w:val="00366602"/>
    <w:rsid w:val="00383BDC"/>
    <w:rsid w:val="00395F86"/>
    <w:rsid w:val="003A2581"/>
    <w:rsid w:val="003B4078"/>
    <w:rsid w:val="003C2757"/>
    <w:rsid w:val="003D1E9D"/>
    <w:rsid w:val="003D2E33"/>
    <w:rsid w:val="003D5311"/>
    <w:rsid w:val="003D7E60"/>
    <w:rsid w:val="003E4042"/>
    <w:rsid w:val="003F6563"/>
    <w:rsid w:val="004001C4"/>
    <w:rsid w:val="004057E4"/>
    <w:rsid w:val="00412DA7"/>
    <w:rsid w:val="00413883"/>
    <w:rsid w:val="00416321"/>
    <w:rsid w:val="00423573"/>
    <w:rsid w:val="004247A9"/>
    <w:rsid w:val="00432C9E"/>
    <w:rsid w:val="00432EAC"/>
    <w:rsid w:val="00434767"/>
    <w:rsid w:val="004416EF"/>
    <w:rsid w:val="0045032B"/>
    <w:rsid w:val="0045180D"/>
    <w:rsid w:val="0045195E"/>
    <w:rsid w:val="00452541"/>
    <w:rsid w:val="00453B66"/>
    <w:rsid w:val="00454FE6"/>
    <w:rsid w:val="00456592"/>
    <w:rsid w:val="004728EA"/>
    <w:rsid w:val="00475276"/>
    <w:rsid w:val="00483EFF"/>
    <w:rsid w:val="004A1A0B"/>
    <w:rsid w:val="004B0727"/>
    <w:rsid w:val="004C1F5D"/>
    <w:rsid w:val="004C37D0"/>
    <w:rsid w:val="004C5585"/>
    <w:rsid w:val="004C672F"/>
    <w:rsid w:val="004C6AFA"/>
    <w:rsid w:val="004D5989"/>
    <w:rsid w:val="004D5BA7"/>
    <w:rsid w:val="004E1F6B"/>
    <w:rsid w:val="004E3EF6"/>
    <w:rsid w:val="004E3F32"/>
    <w:rsid w:val="004E6CD4"/>
    <w:rsid w:val="004F0DCB"/>
    <w:rsid w:val="004F6419"/>
    <w:rsid w:val="00500F24"/>
    <w:rsid w:val="00503123"/>
    <w:rsid w:val="005052CE"/>
    <w:rsid w:val="00505FF6"/>
    <w:rsid w:val="0050692D"/>
    <w:rsid w:val="00507487"/>
    <w:rsid w:val="00540398"/>
    <w:rsid w:val="0054052E"/>
    <w:rsid w:val="0054073A"/>
    <w:rsid w:val="00547B91"/>
    <w:rsid w:val="00554AE0"/>
    <w:rsid w:val="005916FF"/>
    <w:rsid w:val="005929B3"/>
    <w:rsid w:val="005A3384"/>
    <w:rsid w:val="005B12F8"/>
    <w:rsid w:val="005B25B4"/>
    <w:rsid w:val="005C1FC4"/>
    <w:rsid w:val="005C2A3B"/>
    <w:rsid w:val="005D07D4"/>
    <w:rsid w:val="005D6838"/>
    <w:rsid w:val="005E0DBC"/>
    <w:rsid w:val="005E24D0"/>
    <w:rsid w:val="005F1D7F"/>
    <w:rsid w:val="005F3947"/>
    <w:rsid w:val="005F5836"/>
    <w:rsid w:val="00603B6F"/>
    <w:rsid w:val="00620A04"/>
    <w:rsid w:val="00625670"/>
    <w:rsid w:val="0063156A"/>
    <w:rsid w:val="00632407"/>
    <w:rsid w:val="00633AAF"/>
    <w:rsid w:val="006358E8"/>
    <w:rsid w:val="006375F0"/>
    <w:rsid w:val="00642127"/>
    <w:rsid w:val="006428C3"/>
    <w:rsid w:val="00647E2D"/>
    <w:rsid w:val="006608F3"/>
    <w:rsid w:val="006610E1"/>
    <w:rsid w:val="00663C1B"/>
    <w:rsid w:val="006703A8"/>
    <w:rsid w:val="00675469"/>
    <w:rsid w:val="006758BB"/>
    <w:rsid w:val="0067604B"/>
    <w:rsid w:val="00686A46"/>
    <w:rsid w:val="00692EF8"/>
    <w:rsid w:val="006B00B8"/>
    <w:rsid w:val="006C1A54"/>
    <w:rsid w:val="006C3765"/>
    <w:rsid w:val="006C6510"/>
    <w:rsid w:val="006D0E2A"/>
    <w:rsid w:val="006E2F2C"/>
    <w:rsid w:val="006E2FD3"/>
    <w:rsid w:val="006F4A34"/>
    <w:rsid w:val="006F763F"/>
    <w:rsid w:val="006F7836"/>
    <w:rsid w:val="006F7AAD"/>
    <w:rsid w:val="00704BB0"/>
    <w:rsid w:val="007065EB"/>
    <w:rsid w:val="00707C74"/>
    <w:rsid w:val="00713EC1"/>
    <w:rsid w:val="00715CB0"/>
    <w:rsid w:val="00717C97"/>
    <w:rsid w:val="007219BB"/>
    <w:rsid w:val="00723DEF"/>
    <w:rsid w:val="00726911"/>
    <w:rsid w:val="00734E78"/>
    <w:rsid w:val="00737C22"/>
    <w:rsid w:val="00742A8F"/>
    <w:rsid w:val="007504E1"/>
    <w:rsid w:val="007505D7"/>
    <w:rsid w:val="00760C11"/>
    <w:rsid w:val="007677B6"/>
    <w:rsid w:val="00770966"/>
    <w:rsid w:val="007712EF"/>
    <w:rsid w:val="00771A68"/>
    <w:rsid w:val="00774A8F"/>
    <w:rsid w:val="00782FCF"/>
    <w:rsid w:val="00786921"/>
    <w:rsid w:val="007A095C"/>
    <w:rsid w:val="007A27D2"/>
    <w:rsid w:val="007A50B4"/>
    <w:rsid w:val="007B1E04"/>
    <w:rsid w:val="007C0B76"/>
    <w:rsid w:val="007C78F1"/>
    <w:rsid w:val="007E22F1"/>
    <w:rsid w:val="007E4C39"/>
    <w:rsid w:val="007E5819"/>
    <w:rsid w:val="0080148C"/>
    <w:rsid w:val="00812AEB"/>
    <w:rsid w:val="0082048D"/>
    <w:rsid w:val="00820CDF"/>
    <w:rsid w:val="00822D11"/>
    <w:rsid w:val="00824AB7"/>
    <w:rsid w:val="00835F70"/>
    <w:rsid w:val="0083752D"/>
    <w:rsid w:val="008377F0"/>
    <w:rsid w:val="00867AE8"/>
    <w:rsid w:val="0087299F"/>
    <w:rsid w:val="00873ACA"/>
    <w:rsid w:val="00880FC8"/>
    <w:rsid w:val="0088163D"/>
    <w:rsid w:val="00884678"/>
    <w:rsid w:val="00892B99"/>
    <w:rsid w:val="00894580"/>
    <w:rsid w:val="00895094"/>
    <w:rsid w:val="008978F7"/>
    <w:rsid w:val="008A0066"/>
    <w:rsid w:val="008B77CB"/>
    <w:rsid w:val="008E207F"/>
    <w:rsid w:val="008E429B"/>
    <w:rsid w:val="008F2459"/>
    <w:rsid w:val="008F33F3"/>
    <w:rsid w:val="008F68D2"/>
    <w:rsid w:val="009077E3"/>
    <w:rsid w:val="009116D5"/>
    <w:rsid w:val="00921765"/>
    <w:rsid w:val="00922544"/>
    <w:rsid w:val="00926B46"/>
    <w:rsid w:val="009358F0"/>
    <w:rsid w:val="00942A8A"/>
    <w:rsid w:val="00942BB0"/>
    <w:rsid w:val="009442C8"/>
    <w:rsid w:val="0095713F"/>
    <w:rsid w:val="00963053"/>
    <w:rsid w:val="00966845"/>
    <w:rsid w:val="0097114F"/>
    <w:rsid w:val="00973B8F"/>
    <w:rsid w:val="00975263"/>
    <w:rsid w:val="00976A7A"/>
    <w:rsid w:val="00977F98"/>
    <w:rsid w:val="00981A57"/>
    <w:rsid w:val="00986C90"/>
    <w:rsid w:val="0099044F"/>
    <w:rsid w:val="009A236D"/>
    <w:rsid w:val="009A3D74"/>
    <w:rsid w:val="009B0ADF"/>
    <w:rsid w:val="009B6689"/>
    <w:rsid w:val="009B6A3E"/>
    <w:rsid w:val="009C4B0D"/>
    <w:rsid w:val="009C6BF8"/>
    <w:rsid w:val="009D6D06"/>
    <w:rsid w:val="009E0F15"/>
    <w:rsid w:val="009E30E9"/>
    <w:rsid w:val="009E3F5E"/>
    <w:rsid w:val="009F6897"/>
    <w:rsid w:val="009F7A19"/>
    <w:rsid w:val="00A0462B"/>
    <w:rsid w:val="00A0719D"/>
    <w:rsid w:val="00A13D90"/>
    <w:rsid w:val="00A14ECB"/>
    <w:rsid w:val="00A17C0E"/>
    <w:rsid w:val="00A26B80"/>
    <w:rsid w:val="00A32101"/>
    <w:rsid w:val="00A324DE"/>
    <w:rsid w:val="00A353C9"/>
    <w:rsid w:val="00A37E3E"/>
    <w:rsid w:val="00A421BA"/>
    <w:rsid w:val="00A44FE5"/>
    <w:rsid w:val="00A51ACB"/>
    <w:rsid w:val="00A71CE1"/>
    <w:rsid w:val="00A8343A"/>
    <w:rsid w:val="00A9779B"/>
    <w:rsid w:val="00AD264A"/>
    <w:rsid w:val="00AF2D59"/>
    <w:rsid w:val="00AF3E81"/>
    <w:rsid w:val="00B10BBF"/>
    <w:rsid w:val="00B1386E"/>
    <w:rsid w:val="00B14581"/>
    <w:rsid w:val="00B324FF"/>
    <w:rsid w:val="00B55D33"/>
    <w:rsid w:val="00B56973"/>
    <w:rsid w:val="00B615AF"/>
    <w:rsid w:val="00B674DF"/>
    <w:rsid w:val="00B70EE4"/>
    <w:rsid w:val="00B804C7"/>
    <w:rsid w:val="00B8535C"/>
    <w:rsid w:val="00B86F46"/>
    <w:rsid w:val="00BB2ABD"/>
    <w:rsid w:val="00BB4196"/>
    <w:rsid w:val="00BB690C"/>
    <w:rsid w:val="00BC4ABA"/>
    <w:rsid w:val="00BD0546"/>
    <w:rsid w:val="00BD5A47"/>
    <w:rsid w:val="00BD7FBC"/>
    <w:rsid w:val="00BE1432"/>
    <w:rsid w:val="00BE2F0E"/>
    <w:rsid w:val="00BF0A57"/>
    <w:rsid w:val="00C031B7"/>
    <w:rsid w:val="00C13B07"/>
    <w:rsid w:val="00C13BFD"/>
    <w:rsid w:val="00C20267"/>
    <w:rsid w:val="00C254FB"/>
    <w:rsid w:val="00C25C28"/>
    <w:rsid w:val="00C32274"/>
    <w:rsid w:val="00C425C2"/>
    <w:rsid w:val="00C55F27"/>
    <w:rsid w:val="00C630AA"/>
    <w:rsid w:val="00C64103"/>
    <w:rsid w:val="00C72421"/>
    <w:rsid w:val="00C72A09"/>
    <w:rsid w:val="00C83EF2"/>
    <w:rsid w:val="00C87FBC"/>
    <w:rsid w:val="00C90932"/>
    <w:rsid w:val="00C94CF5"/>
    <w:rsid w:val="00CA54BC"/>
    <w:rsid w:val="00CB6415"/>
    <w:rsid w:val="00CC0F1D"/>
    <w:rsid w:val="00CE3BA2"/>
    <w:rsid w:val="00CF1148"/>
    <w:rsid w:val="00D0175F"/>
    <w:rsid w:val="00D06455"/>
    <w:rsid w:val="00D23DCC"/>
    <w:rsid w:val="00D2693C"/>
    <w:rsid w:val="00D34118"/>
    <w:rsid w:val="00D46B21"/>
    <w:rsid w:val="00D47A3C"/>
    <w:rsid w:val="00D64379"/>
    <w:rsid w:val="00D6783A"/>
    <w:rsid w:val="00D80D08"/>
    <w:rsid w:val="00D97F33"/>
    <w:rsid w:val="00DA1CE7"/>
    <w:rsid w:val="00DC4C9D"/>
    <w:rsid w:val="00DD4A5B"/>
    <w:rsid w:val="00DF174A"/>
    <w:rsid w:val="00DF6D2A"/>
    <w:rsid w:val="00E021FD"/>
    <w:rsid w:val="00E02AE9"/>
    <w:rsid w:val="00E060E4"/>
    <w:rsid w:val="00E12E82"/>
    <w:rsid w:val="00E203CD"/>
    <w:rsid w:val="00E21906"/>
    <w:rsid w:val="00E22D40"/>
    <w:rsid w:val="00E34BA6"/>
    <w:rsid w:val="00E4158F"/>
    <w:rsid w:val="00E46CBC"/>
    <w:rsid w:val="00E502AE"/>
    <w:rsid w:val="00E531BA"/>
    <w:rsid w:val="00E5513B"/>
    <w:rsid w:val="00E604BB"/>
    <w:rsid w:val="00E62A6F"/>
    <w:rsid w:val="00E64604"/>
    <w:rsid w:val="00E67614"/>
    <w:rsid w:val="00E778D7"/>
    <w:rsid w:val="00E930A3"/>
    <w:rsid w:val="00EA1AF3"/>
    <w:rsid w:val="00ED02E8"/>
    <w:rsid w:val="00ED2EA7"/>
    <w:rsid w:val="00ED317A"/>
    <w:rsid w:val="00EE52D2"/>
    <w:rsid w:val="00F006EF"/>
    <w:rsid w:val="00F0595C"/>
    <w:rsid w:val="00F1245C"/>
    <w:rsid w:val="00F14F62"/>
    <w:rsid w:val="00F362B2"/>
    <w:rsid w:val="00F45164"/>
    <w:rsid w:val="00F56105"/>
    <w:rsid w:val="00F56305"/>
    <w:rsid w:val="00F57910"/>
    <w:rsid w:val="00F70BB2"/>
    <w:rsid w:val="00F71A32"/>
    <w:rsid w:val="00F8231A"/>
    <w:rsid w:val="00F8398C"/>
    <w:rsid w:val="00F83BF0"/>
    <w:rsid w:val="00F845DD"/>
    <w:rsid w:val="00F848F0"/>
    <w:rsid w:val="00F84967"/>
    <w:rsid w:val="00F8776C"/>
    <w:rsid w:val="00F952A8"/>
    <w:rsid w:val="00F97AC5"/>
    <w:rsid w:val="00FA0031"/>
    <w:rsid w:val="00FA41F3"/>
    <w:rsid w:val="00FC0A17"/>
    <w:rsid w:val="00FC1195"/>
    <w:rsid w:val="00FC29F0"/>
    <w:rsid w:val="00FD06C6"/>
    <w:rsid w:val="00FD15A5"/>
    <w:rsid w:val="00FD2DC6"/>
    <w:rsid w:val="00FD3447"/>
    <w:rsid w:val="00FE040E"/>
    <w:rsid w:val="00FE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9F4BC"/>
  <w15:chartTrackingRefBased/>
  <w15:docId w15:val="{6B48618E-17F9-4A6F-A1F5-3A4DE0A5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6"/>
    </w:rPr>
  </w:style>
  <w:style w:type="paragraph" w:styleId="20">
    <w:name w:val="Body Text 2"/>
    <w:basedOn w:val="a"/>
    <w:pPr>
      <w:jc w:val="center"/>
    </w:pPr>
    <w:rPr>
      <w:sz w:val="26"/>
    </w:rPr>
  </w:style>
  <w:style w:type="table" w:styleId="a5">
    <w:name w:val="Table Grid"/>
    <w:basedOn w:val="a1"/>
    <w:uiPriority w:val="59"/>
    <w:rsid w:val="006E2FD3"/>
    <w:rPr>
      <w:rFonts w:eastAsia="Calibri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6E2FD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4"/>
      <w:lang w:eastAsia="en-US"/>
    </w:rPr>
  </w:style>
  <w:style w:type="paragraph" w:customStyle="1" w:styleId="ConsPlusNormal">
    <w:name w:val="ConsPlusNormal"/>
    <w:rsid w:val="006608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DF174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F174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47B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4">
    <w:name w:val="Основной текст Знак"/>
    <w:link w:val="a3"/>
    <w:rsid w:val="00C72421"/>
    <w:rPr>
      <w:sz w:val="26"/>
    </w:rPr>
  </w:style>
  <w:style w:type="paragraph" w:styleId="a9">
    <w:name w:val="header"/>
    <w:basedOn w:val="a"/>
    <w:link w:val="aa"/>
    <w:uiPriority w:val="99"/>
    <w:unhideWhenUsed/>
    <w:rsid w:val="000E45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E4549"/>
    <w:rPr>
      <w:sz w:val="24"/>
    </w:rPr>
  </w:style>
  <w:style w:type="paragraph" w:styleId="ab">
    <w:name w:val="footer"/>
    <w:basedOn w:val="a"/>
    <w:link w:val="ac"/>
    <w:uiPriority w:val="99"/>
    <w:unhideWhenUsed/>
    <w:rsid w:val="000E45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E4549"/>
    <w:rPr>
      <w:sz w:val="24"/>
    </w:rPr>
  </w:style>
  <w:style w:type="paragraph" w:styleId="ad">
    <w:name w:val="Subtitle"/>
    <w:basedOn w:val="a"/>
    <w:link w:val="ae"/>
    <w:qFormat/>
    <w:rsid w:val="00D06455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e">
    <w:name w:val="Подзаголовок Знак"/>
    <w:basedOn w:val="a0"/>
    <w:link w:val="ad"/>
    <w:rsid w:val="00D0645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D6AAB-C6F2-478B-AD26-D0FB3E42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NZTEC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Windows 2000</dc:creator>
  <cp:keywords/>
  <cp:lastModifiedBy>Vorobiev Sergey</cp:lastModifiedBy>
  <cp:revision>11</cp:revision>
  <cp:lastPrinted>2021-02-19T02:27:00Z</cp:lastPrinted>
  <dcterms:created xsi:type="dcterms:W3CDTF">2023-11-15T04:01:00Z</dcterms:created>
  <dcterms:modified xsi:type="dcterms:W3CDTF">2024-03-07T06:26:00Z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